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03C5C" w14:textId="77777777" w:rsidR="00A932A1" w:rsidRPr="00A87CC1" w:rsidRDefault="00A932A1" w:rsidP="00A4444F">
      <w:pPr>
        <w:pStyle w:val="Titre"/>
        <w:rPr>
          <w:rFonts w:eastAsia="Calibri"/>
          <w:b w:val="0"/>
        </w:rPr>
      </w:pPr>
      <w:r w:rsidRPr="00C05319">
        <w:t xml:space="preserve">Fiche d’inscription </w:t>
      </w:r>
      <w:r>
        <w:t xml:space="preserve">/ </w:t>
      </w:r>
      <w:r w:rsidRPr="00C05319">
        <w:t xml:space="preserve">concours </w:t>
      </w:r>
      <w:r>
        <w:t>national</w:t>
      </w:r>
      <w:r w:rsidRPr="00C05319">
        <w:t xml:space="preserve"> sur l’histoire de la </w:t>
      </w:r>
      <w:r>
        <w:t xml:space="preserve">colonisation et de la </w:t>
      </w:r>
      <w:r w:rsidRPr="00C05319">
        <w:t>guerre d’Algérie / Année scolaire 202</w:t>
      </w:r>
      <w:r>
        <w:t>3</w:t>
      </w:r>
      <w:r w:rsidRPr="00C05319">
        <w:t>-202</w:t>
      </w:r>
      <w:r>
        <w:t>4</w:t>
      </w:r>
    </w:p>
    <w:tbl>
      <w:tblPr>
        <w:tblW w:w="1000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26"/>
        <w:gridCol w:w="4678"/>
      </w:tblGrid>
      <w:tr w:rsidR="00A932A1" w:rsidRPr="00CD1301" w14:paraId="67DCE9FD" w14:textId="77777777" w:rsidTr="00152DFB">
        <w:trPr>
          <w:trHeight w:val="274"/>
        </w:trPr>
        <w:tc>
          <w:tcPr>
            <w:tcW w:w="100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5863F2" w14:textId="77777777" w:rsidR="00A932A1" w:rsidRPr="00AC6E13" w:rsidRDefault="00A932A1" w:rsidP="00152DFB">
            <w:pPr>
              <w:jc w:val="center"/>
            </w:pPr>
            <w:r w:rsidRPr="00AC6E13">
              <w:t>Fiche d’inscription</w:t>
            </w:r>
            <w:r>
              <w:t xml:space="preserve"> 2024</w:t>
            </w:r>
          </w:p>
          <w:p w14:paraId="45FF228A" w14:textId="77777777" w:rsidR="00A932A1" w:rsidRPr="00AC6E13" w:rsidRDefault="00A932A1" w:rsidP="00152DFB">
            <w:proofErr w:type="gramStart"/>
            <w:r w:rsidRPr="00AC6E13">
              <w:t>à</w:t>
            </w:r>
            <w:proofErr w:type="gramEnd"/>
            <w:r w:rsidRPr="00AC6E13">
              <w:t xml:space="preserve"> renvoyer</w:t>
            </w:r>
            <w:r>
              <w:t xml:space="preserve"> sous format PDF</w:t>
            </w:r>
            <w:r w:rsidRPr="00AC6E13">
              <w:t xml:space="preserve"> à </w:t>
            </w:r>
            <w:hyperlink r:id="rId8">
              <w:r w:rsidRPr="00AC6E13">
                <w:rPr>
                  <w:color w:val="0563C1"/>
                  <w:u w:val="single"/>
                </w:rPr>
                <w:t>concoursscolairehga@gmail.com</w:t>
              </w:r>
            </w:hyperlink>
            <w:r w:rsidRPr="00AC6E13">
              <w:rPr>
                <w:color w:val="0563C1"/>
              </w:rPr>
              <w:t xml:space="preserve"> </w:t>
            </w:r>
            <w:r w:rsidRPr="00AC6E13">
              <w:rPr>
                <w:color w:val="404040" w:themeColor="text1" w:themeTint="BF"/>
              </w:rPr>
              <w:t xml:space="preserve">avant le </w:t>
            </w:r>
            <w:r>
              <w:rPr>
                <w:color w:val="404040" w:themeColor="text1" w:themeTint="BF"/>
              </w:rPr>
              <w:t>30 avril</w:t>
            </w:r>
            <w:r w:rsidRPr="00AC6E13">
              <w:rPr>
                <w:color w:val="404040" w:themeColor="text1" w:themeTint="BF"/>
              </w:rPr>
              <w:t xml:space="preserve"> 202</w:t>
            </w:r>
            <w:r>
              <w:rPr>
                <w:color w:val="404040" w:themeColor="text1" w:themeTint="BF"/>
              </w:rPr>
              <w:t>4</w:t>
            </w:r>
            <w:r w:rsidRPr="00AC6E13">
              <w:rPr>
                <w:color w:val="404040" w:themeColor="text1" w:themeTint="BF"/>
              </w:rPr>
              <w:t xml:space="preserve"> à minuit</w:t>
            </w:r>
            <w:r w:rsidRPr="00AC6E13">
              <w:t xml:space="preserve"> </w:t>
            </w:r>
          </w:p>
        </w:tc>
      </w:tr>
      <w:tr w:rsidR="00A932A1" w:rsidRPr="00CD1301" w14:paraId="024C10AF" w14:textId="77777777" w:rsidTr="00152DFB">
        <w:trPr>
          <w:trHeight w:val="528"/>
        </w:trPr>
        <w:tc>
          <w:tcPr>
            <w:tcW w:w="100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09714B" w14:textId="77777777" w:rsidR="00A932A1" w:rsidRPr="00AC6E13" w:rsidRDefault="00A932A1" w:rsidP="00152DFB">
            <w:r w:rsidRPr="00AC6E13"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="Segoe UI Symbol" w:hAnsi="Segoe UI Symbol" w:cs="Segoe UI Symbol"/>
                <w:color w:val="000000"/>
              </w:rPr>
              <w:t xml:space="preserve"> le fichier </w:t>
            </w:r>
            <w:proofErr w:type="spellStart"/>
            <w:r>
              <w:rPr>
                <w:rFonts w:ascii="Segoe UI Symbol" w:hAnsi="Segoe UI Symbol" w:cs="Segoe UI Symbol"/>
                <w:color w:val="000000"/>
              </w:rPr>
              <w:t>excel</w:t>
            </w:r>
            <w:proofErr w:type="spellEnd"/>
            <w:r>
              <w:rPr>
                <w:rFonts w:ascii="Segoe UI Symbol" w:hAnsi="Segoe UI Symbol" w:cs="Segoe UI Symbol"/>
                <w:color w:val="000000"/>
              </w:rPr>
              <w:t xml:space="preserve"> d’inscription a bien été rempli et transmis par courriel en même temps que cette fiche d’inscription</w:t>
            </w:r>
          </w:p>
        </w:tc>
      </w:tr>
      <w:tr w:rsidR="00A932A1" w:rsidRPr="00CD1301" w14:paraId="788834A3" w14:textId="77777777" w:rsidTr="00152DFB">
        <w:trPr>
          <w:trHeight w:val="1344"/>
        </w:trPr>
        <w:tc>
          <w:tcPr>
            <w:tcW w:w="100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B28B329" w14:textId="77777777" w:rsidR="00A932A1" w:rsidRPr="00AC6E13" w:rsidRDefault="00A932A1" w:rsidP="00152DFB">
            <w:pPr>
              <w:jc w:val="both"/>
            </w:pPr>
            <w:r w:rsidRPr="00AC6E13">
              <w:t>Nom de l’établissement : ……………………………………………………………………………………</w:t>
            </w:r>
          </w:p>
          <w:p w14:paraId="236DFE78" w14:textId="77777777" w:rsidR="00A932A1" w:rsidRPr="00AC6E13" w:rsidRDefault="00A932A1" w:rsidP="00152DFB">
            <w:pPr>
              <w:jc w:val="both"/>
            </w:pPr>
            <w:r w:rsidRPr="00AC6E13">
              <w:t>Téléphone : ……………………………………………………………………………………………</w:t>
            </w:r>
            <w:proofErr w:type="gramStart"/>
            <w:r w:rsidRPr="00AC6E13">
              <w:t>…….</w:t>
            </w:r>
            <w:proofErr w:type="gramEnd"/>
            <w:r w:rsidRPr="00AC6E13">
              <w:t>.</w:t>
            </w:r>
          </w:p>
          <w:p w14:paraId="4DC81284" w14:textId="77777777" w:rsidR="00A932A1" w:rsidRPr="00AC6E13" w:rsidRDefault="00A932A1" w:rsidP="00152DFB">
            <w:pPr>
              <w:jc w:val="both"/>
            </w:pPr>
            <w:r w:rsidRPr="00AC6E13">
              <w:t>Adresse : ………………………………………………………………………………………………</w:t>
            </w:r>
            <w:proofErr w:type="gramStart"/>
            <w:r w:rsidRPr="00AC6E13">
              <w:t>…….</w:t>
            </w:r>
            <w:proofErr w:type="gramEnd"/>
            <w:r w:rsidRPr="00AC6E13">
              <w:t>.</w:t>
            </w:r>
          </w:p>
          <w:p w14:paraId="0F7B3264" w14:textId="77777777" w:rsidR="00A932A1" w:rsidRPr="00AC6E13" w:rsidRDefault="00A932A1" w:rsidP="00152DFB">
            <w:pPr>
              <w:jc w:val="both"/>
            </w:pPr>
            <w:r w:rsidRPr="00AC6E13">
              <w:t>Commune : ……………………………………………………………………………………………</w:t>
            </w:r>
            <w:proofErr w:type="gramStart"/>
            <w:r w:rsidRPr="00AC6E13">
              <w:t>…….</w:t>
            </w:r>
            <w:proofErr w:type="gramEnd"/>
            <w:r w:rsidRPr="00AC6E13">
              <w:t>.</w:t>
            </w:r>
          </w:p>
          <w:p w14:paraId="0448D10B" w14:textId="77777777" w:rsidR="00A932A1" w:rsidRPr="00AC6E13" w:rsidRDefault="00A932A1" w:rsidP="00152DFB">
            <w:pPr>
              <w:jc w:val="both"/>
            </w:pPr>
            <w:r w:rsidRPr="00AC6E13">
              <w:t>Courriel de l’établissement : …………………………………………………………………………</w:t>
            </w:r>
            <w:proofErr w:type="gramStart"/>
            <w:r w:rsidRPr="00AC6E13">
              <w:t>…….</w:t>
            </w:r>
            <w:proofErr w:type="gramEnd"/>
            <w:r w:rsidRPr="00AC6E13">
              <w:t>.</w:t>
            </w:r>
          </w:p>
        </w:tc>
      </w:tr>
      <w:tr w:rsidR="00A932A1" w:rsidRPr="00CD1301" w14:paraId="308479AA" w14:textId="77777777" w:rsidTr="00152DFB">
        <w:trPr>
          <w:trHeight w:val="973"/>
        </w:trPr>
        <w:tc>
          <w:tcPr>
            <w:tcW w:w="5326" w:type="dxa"/>
            <w:shd w:val="clear" w:color="auto" w:fill="auto"/>
          </w:tcPr>
          <w:p w14:paraId="1C584069" w14:textId="77777777" w:rsidR="00A932A1" w:rsidRPr="00AC6E13" w:rsidRDefault="00A932A1" w:rsidP="00152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bookmarkStart w:id="0" w:name="bookmark=id.gjdgxs" w:colFirst="0" w:colLast="0"/>
            <w:bookmarkEnd w:id="0"/>
            <w:r w:rsidRPr="00AC6E13">
              <w:rPr>
                <w:rFonts w:ascii="Segoe UI Symbol" w:hAnsi="Segoe UI Symbol" w:cs="Segoe UI Symbol"/>
                <w:color w:val="000000"/>
              </w:rPr>
              <w:t>☐</w:t>
            </w:r>
            <w:r w:rsidRPr="00AC6E13">
              <w:rPr>
                <w:color w:val="000000"/>
              </w:rPr>
              <w:t xml:space="preserve"> Lycée d’enseignement général et technologique</w:t>
            </w:r>
          </w:p>
          <w:p w14:paraId="00ABC4E7" w14:textId="77777777" w:rsidR="00A932A1" w:rsidRPr="00AC6E13" w:rsidRDefault="00A932A1" w:rsidP="00152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C6E13">
              <w:rPr>
                <w:rFonts w:ascii="Segoe UI Symbol" w:hAnsi="Segoe UI Symbol" w:cs="Segoe UI Symbol"/>
                <w:color w:val="000000"/>
              </w:rPr>
              <w:t>☐</w:t>
            </w:r>
            <w:r w:rsidRPr="00AC6E13">
              <w:rPr>
                <w:color w:val="000000"/>
              </w:rPr>
              <w:t xml:space="preserve"> </w:t>
            </w:r>
            <w:r w:rsidRPr="00AC6E13">
              <w:t>Collège</w:t>
            </w:r>
          </w:p>
          <w:p w14:paraId="58AD93B4" w14:textId="77777777" w:rsidR="00A932A1" w:rsidRDefault="00A932A1" w:rsidP="00152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C6E13">
              <w:rPr>
                <w:rFonts w:ascii="Segoe UI Symbol" w:hAnsi="Segoe UI Symbol" w:cs="Segoe UI Symbol"/>
              </w:rPr>
              <w:t>☐</w:t>
            </w:r>
            <w:r w:rsidRPr="00AC6E13">
              <w:t xml:space="preserve"> </w:t>
            </w:r>
            <w:r w:rsidRPr="00AC6E13">
              <w:rPr>
                <w:color w:val="000000"/>
              </w:rPr>
              <w:t>Lycée professionnel</w:t>
            </w:r>
          </w:p>
          <w:p w14:paraId="16084CAB" w14:textId="77777777" w:rsidR="00A932A1" w:rsidRPr="00AC6E13" w:rsidRDefault="00A932A1" w:rsidP="00152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C6E13">
              <w:rPr>
                <w:rFonts w:ascii="Segoe UI Symbol" w:hAnsi="Segoe UI Symbol" w:cs="Segoe UI Symbol"/>
              </w:rPr>
              <w:t>☐</w:t>
            </w:r>
            <w:r w:rsidRPr="00AC6E13">
              <w:t xml:space="preserve"> </w:t>
            </w:r>
            <w:r>
              <w:rPr>
                <w:color w:val="000000"/>
              </w:rPr>
              <w:t>Grand Public (HORS SCOLAIRE)</w:t>
            </w:r>
          </w:p>
        </w:tc>
        <w:tc>
          <w:tcPr>
            <w:tcW w:w="4678" w:type="dxa"/>
            <w:shd w:val="clear" w:color="auto" w:fill="auto"/>
          </w:tcPr>
          <w:p w14:paraId="5771E6C1" w14:textId="77777777" w:rsidR="00A932A1" w:rsidRPr="00AC6E13" w:rsidRDefault="00A932A1" w:rsidP="00152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 w:rsidRPr="00AC6E13">
              <w:rPr>
                <w:b/>
              </w:rPr>
              <w:t>Secteur </w:t>
            </w:r>
            <w:r>
              <w:rPr>
                <w:b/>
              </w:rPr>
              <w:t xml:space="preserve">(pour les scolaires) </w:t>
            </w:r>
            <w:r w:rsidRPr="00AC6E13">
              <w:rPr>
                <w:b/>
              </w:rPr>
              <w:t xml:space="preserve">: </w:t>
            </w:r>
          </w:p>
          <w:p w14:paraId="47AE6184" w14:textId="77777777" w:rsidR="00A932A1" w:rsidRPr="00AC6E13" w:rsidRDefault="00A932A1" w:rsidP="00152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17"/>
              <w:jc w:val="both"/>
            </w:pPr>
            <w:r w:rsidRPr="00AC6E13">
              <w:rPr>
                <w:rFonts w:ascii="Segoe UI Symbol" w:hAnsi="Segoe UI Symbol" w:cs="Segoe UI Symbol"/>
              </w:rPr>
              <w:t>☐</w:t>
            </w:r>
            <w:r w:rsidRPr="00AC6E13">
              <w:rPr>
                <w:color w:val="000000"/>
              </w:rPr>
              <w:t xml:space="preserve"> </w:t>
            </w:r>
            <w:r w:rsidRPr="00AC6E13">
              <w:rPr>
                <w:bCs/>
              </w:rPr>
              <w:t>P</w:t>
            </w:r>
            <w:r w:rsidRPr="00AC6E13">
              <w:t>ublic</w:t>
            </w:r>
          </w:p>
          <w:p w14:paraId="07DFD1E9" w14:textId="77777777" w:rsidR="00A932A1" w:rsidRPr="00AC6E13" w:rsidRDefault="00A932A1" w:rsidP="00152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17"/>
              <w:jc w:val="both"/>
            </w:pPr>
            <w:r w:rsidRPr="00AC6E13">
              <w:rPr>
                <w:rFonts w:ascii="Segoe UI Symbol" w:hAnsi="Segoe UI Symbol" w:cs="Segoe UI Symbol"/>
              </w:rPr>
              <w:t>☐</w:t>
            </w:r>
            <w:r w:rsidRPr="00AC6E13">
              <w:t xml:space="preserve"> Privé</w:t>
            </w:r>
          </w:p>
        </w:tc>
      </w:tr>
      <w:tr w:rsidR="00A932A1" w:rsidRPr="00CD1301" w14:paraId="51A64AB0" w14:textId="77777777" w:rsidTr="00152DFB">
        <w:trPr>
          <w:trHeight w:val="545"/>
        </w:trPr>
        <w:tc>
          <w:tcPr>
            <w:tcW w:w="10004" w:type="dxa"/>
            <w:gridSpan w:val="2"/>
            <w:shd w:val="clear" w:color="auto" w:fill="D9E2F3" w:themeFill="accent1" w:themeFillTint="33"/>
            <w:vAlign w:val="center"/>
          </w:tcPr>
          <w:p w14:paraId="653C3411" w14:textId="77777777" w:rsidR="00A932A1" w:rsidRPr="00AC6E13" w:rsidRDefault="00A932A1" w:rsidP="00152DFB">
            <w:pPr>
              <w:jc w:val="center"/>
            </w:pPr>
            <w:r w:rsidRPr="00AC6E13">
              <w:rPr>
                <w:b/>
              </w:rPr>
              <w:t>Projet pédagogique</w:t>
            </w:r>
            <w:r w:rsidRPr="00AC6E13">
              <w:t> </w:t>
            </w:r>
            <w:r w:rsidRPr="00AC6E13">
              <w:rPr>
                <w:b/>
              </w:rPr>
              <w:t xml:space="preserve">: Concours </w:t>
            </w:r>
            <w:r>
              <w:rPr>
                <w:b/>
              </w:rPr>
              <w:t>national sur l’histoire de la colonisation</w:t>
            </w:r>
            <w:r w:rsidRPr="00AC6E13">
              <w:rPr>
                <w:b/>
              </w:rPr>
              <w:t xml:space="preserve"> d’Algérie édition 202</w:t>
            </w:r>
            <w:r>
              <w:rPr>
                <w:b/>
              </w:rPr>
              <w:t>3</w:t>
            </w:r>
            <w:r w:rsidRPr="00AC6E13">
              <w:rPr>
                <w:b/>
              </w:rPr>
              <w:t>/202</w:t>
            </w:r>
            <w:r>
              <w:rPr>
                <w:b/>
              </w:rPr>
              <w:t>4</w:t>
            </w:r>
          </w:p>
        </w:tc>
      </w:tr>
      <w:tr w:rsidR="00A932A1" w:rsidRPr="00CD1301" w14:paraId="637F5707" w14:textId="77777777" w:rsidTr="00152DFB">
        <w:trPr>
          <w:trHeight w:val="495"/>
        </w:trPr>
        <w:tc>
          <w:tcPr>
            <w:tcW w:w="10004" w:type="dxa"/>
            <w:gridSpan w:val="2"/>
            <w:shd w:val="clear" w:color="auto" w:fill="auto"/>
            <w:vAlign w:val="center"/>
          </w:tcPr>
          <w:p w14:paraId="738C2BF5" w14:textId="77777777" w:rsidR="00A932A1" w:rsidRPr="00AC6E13" w:rsidRDefault="00A932A1" w:rsidP="00152DFB">
            <w:pPr>
              <w:jc w:val="center"/>
            </w:pPr>
            <w:r w:rsidRPr="00AC6E13">
              <w:rPr>
                <w:b/>
              </w:rPr>
              <w:t>Enseignant(s) référent(s)</w:t>
            </w:r>
          </w:p>
        </w:tc>
      </w:tr>
      <w:tr w:rsidR="00A932A1" w:rsidRPr="00CD1301" w14:paraId="16528938" w14:textId="77777777" w:rsidTr="00152DFB">
        <w:trPr>
          <w:trHeight w:val="885"/>
        </w:trPr>
        <w:tc>
          <w:tcPr>
            <w:tcW w:w="5326" w:type="dxa"/>
            <w:shd w:val="clear" w:color="auto" w:fill="auto"/>
            <w:vAlign w:val="center"/>
          </w:tcPr>
          <w:p w14:paraId="273A9FA8" w14:textId="77777777" w:rsidR="00A932A1" w:rsidRPr="00AC6E13" w:rsidRDefault="00A932A1" w:rsidP="00152DFB">
            <w:pPr>
              <w:jc w:val="both"/>
            </w:pPr>
            <w:r w:rsidRPr="00AC6E13">
              <w:t>Nom : ……………………………………………………</w:t>
            </w:r>
          </w:p>
          <w:p w14:paraId="0F0BAA07" w14:textId="77777777" w:rsidR="00A932A1" w:rsidRPr="00AC6E13" w:rsidRDefault="00A932A1" w:rsidP="00152DFB">
            <w:pPr>
              <w:jc w:val="both"/>
            </w:pPr>
            <w:r w:rsidRPr="00AC6E13">
              <w:t>Prénom : ……………………………………………….</w:t>
            </w:r>
          </w:p>
          <w:p w14:paraId="4D8698A6" w14:textId="77777777" w:rsidR="00A932A1" w:rsidRPr="00AC6E13" w:rsidRDefault="00A932A1" w:rsidP="00152DFB">
            <w:pPr>
              <w:jc w:val="both"/>
              <w:rPr>
                <w:b/>
              </w:rPr>
            </w:pPr>
            <w:r w:rsidRPr="00AC6E13">
              <w:t>Courriel : ………………………………………………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F9AE46F" w14:textId="77777777" w:rsidR="00A932A1" w:rsidRPr="00AC6E13" w:rsidRDefault="00A932A1" w:rsidP="00152DFB">
            <w:pPr>
              <w:jc w:val="both"/>
            </w:pPr>
            <w:r w:rsidRPr="00AC6E13">
              <w:t>Nom : ……………………………………………</w:t>
            </w:r>
          </w:p>
          <w:p w14:paraId="343A3EC8" w14:textId="77777777" w:rsidR="00A932A1" w:rsidRPr="00AC6E13" w:rsidRDefault="00A932A1" w:rsidP="00152DFB">
            <w:pPr>
              <w:jc w:val="both"/>
            </w:pPr>
            <w:r w:rsidRPr="00AC6E13">
              <w:t>Prénom : ……………………………………….</w:t>
            </w:r>
          </w:p>
          <w:p w14:paraId="39874AEF" w14:textId="77777777" w:rsidR="00A932A1" w:rsidRPr="00AC6E13" w:rsidRDefault="00A932A1" w:rsidP="00152DFB">
            <w:pPr>
              <w:jc w:val="both"/>
              <w:rPr>
                <w:b/>
              </w:rPr>
            </w:pPr>
            <w:r w:rsidRPr="00AC6E13">
              <w:t>Courriel : …………………………………</w:t>
            </w:r>
            <w:proofErr w:type="gramStart"/>
            <w:r w:rsidRPr="00AC6E13">
              <w:t>…….</w:t>
            </w:r>
            <w:proofErr w:type="gramEnd"/>
          </w:p>
        </w:tc>
      </w:tr>
      <w:tr w:rsidR="00A932A1" w:rsidRPr="00CD1301" w14:paraId="42AD7961" w14:textId="77777777" w:rsidTr="00152DFB">
        <w:trPr>
          <w:trHeight w:val="284"/>
        </w:trPr>
        <w:tc>
          <w:tcPr>
            <w:tcW w:w="10004" w:type="dxa"/>
            <w:gridSpan w:val="2"/>
            <w:shd w:val="clear" w:color="auto" w:fill="auto"/>
            <w:vAlign w:val="center"/>
          </w:tcPr>
          <w:p w14:paraId="7766ED60" w14:textId="77777777" w:rsidR="00A932A1" w:rsidRPr="00AC6E13" w:rsidRDefault="00A932A1" w:rsidP="00152DFB">
            <w:pPr>
              <w:jc w:val="both"/>
            </w:pPr>
            <w:r w:rsidRPr="00AC6E13">
              <w:rPr>
                <w:b/>
              </w:rPr>
              <w:t>Nombre d’enseignants impliqués</w:t>
            </w:r>
            <w:r w:rsidRPr="00AC6E13">
              <w:t> : ………………………………………...………………………………</w:t>
            </w:r>
          </w:p>
        </w:tc>
      </w:tr>
      <w:tr w:rsidR="00A932A1" w:rsidRPr="00CD1301" w14:paraId="39ADB862" w14:textId="77777777" w:rsidTr="00152DFB">
        <w:trPr>
          <w:trHeight w:val="284"/>
        </w:trPr>
        <w:tc>
          <w:tcPr>
            <w:tcW w:w="10004" w:type="dxa"/>
            <w:gridSpan w:val="2"/>
            <w:shd w:val="clear" w:color="auto" w:fill="auto"/>
            <w:vAlign w:val="center"/>
          </w:tcPr>
          <w:p w14:paraId="141661AC" w14:textId="77777777" w:rsidR="00A932A1" w:rsidRPr="00AC6E13" w:rsidRDefault="00A932A1" w:rsidP="00152DFB">
            <w:pPr>
              <w:jc w:val="both"/>
            </w:pPr>
            <w:r w:rsidRPr="00AC6E13">
              <w:rPr>
                <w:b/>
              </w:rPr>
              <w:t>Disciplines impliquées</w:t>
            </w:r>
            <w:r w:rsidRPr="00AC6E13">
              <w:t> : ……………………………………………………………………………………</w:t>
            </w:r>
          </w:p>
        </w:tc>
      </w:tr>
      <w:tr w:rsidR="00A932A1" w:rsidRPr="00CD1301" w14:paraId="5E10ADF1" w14:textId="77777777" w:rsidTr="00152DFB">
        <w:trPr>
          <w:trHeight w:val="142"/>
        </w:trPr>
        <w:tc>
          <w:tcPr>
            <w:tcW w:w="10004" w:type="dxa"/>
            <w:gridSpan w:val="2"/>
            <w:shd w:val="clear" w:color="auto" w:fill="auto"/>
            <w:vAlign w:val="center"/>
          </w:tcPr>
          <w:p w14:paraId="58876A95" w14:textId="77777777" w:rsidR="00A932A1" w:rsidRPr="00AC6E13" w:rsidRDefault="00A932A1" w:rsidP="00152DFB">
            <w:pPr>
              <w:jc w:val="both"/>
            </w:pPr>
            <w:r w:rsidRPr="00AC6E13">
              <w:rPr>
                <w:b/>
              </w:rPr>
              <w:t>Classes impliquées</w:t>
            </w:r>
            <w:r w:rsidRPr="00AC6E13">
              <w:t> : …………………………………………………………………………………………</w:t>
            </w:r>
          </w:p>
        </w:tc>
      </w:tr>
      <w:tr w:rsidR="00A932A1" w:rsidRPr="00CD1301" w14:paraId="579FF1BE" w14:textId="77777777" w:rsidTr="00152DFB">
        <w:trPr>
          <w:trHeight w:val="83"/>
        </w:trPr>
        <w:tc>
          <w:tcPr>
            <w:tcW w:w="10004" w:type="dxa"/>
            <w:gridSpan w:val="2"/>
            <w:shd w:val="clear" w:color="auto" w:fill="auto"/>
            <w:vAlign w:val="center"/>
          </w:tcPr>
          <w:p w14:paraId="40EDF242" w14:textId="77777777" w:rsidR="00A932A1" w:rsidRPr="00AC6E13" w:rsidRDefault="00A932A1" w:rsidP="00152DFB">
            <w:pPr>
              <w:jc w:val="both"/>
              <w:rPr>
                <w:b/>
                <w:u w:val="single"/>
              </w:rPr>
            </w:pPr>
            <w:r w:rsidRPr="00AC6E13">
              <w:rPr>
                <w:b/>
                <w:u w:val="single"/>
              </w:rPr>
              <w:t xml:space="preserve">Calendrier du concours </w:t>
            </w:r>
          </w:p>
          <w:p w14:paraId="0373A38C" w14:textId="77777777" w:rsidR="00A932A1" w:rsidRPr="00AC6E13" w:rsidRDefault="00A932A1" w:rsidP="00152DFB">
            <w:pPr>
              <w:ind w:firstLine="546"/>
              <w:jc w:val="both"/>
            </w:pPr>
            <w:r w:rsidRPr="00AC6E13">
              <w:rPr>
                <w:b/>
                <w:u w:val="single"/>
              </w:rPr>
              <w:t>Inscriptions :</w:t>
            </w:r>
            <w:r w:rsidRPr="00AC6E13">
              <w:rPr>
                <w:bCs/>
              </w:rPr>
              <w:t xml:space="preserve"> </w:t>
            </w:r>
            <w:r w:rsidRPr="00AC6E13">
              <w:t xml:space="preserve">Du </w:t>
            </w:r>
            <w:r>
              <w:t>1</w:t>
            </w:r>
            <w:r w:rsidRPr="00871613">
              <w:rPr>
                <w:vertAlign w:val="superscript"/>
              </w:rPr>
              <w:t>er</w:t>
            </w:r>
            <w:r>
              <w:t xml:space="preserve"> octobre</w:t>
            </w:r>
            <w:r w:rsidRPr="00AC6E13">
              <w:t xml:space="preserve"> 2023 au </w:t>
            </w:r>
            <w:r>
              <w:t>30 avril</w:t>
            </w:r>
            <w:r w:rsidRPr="00AC6E13">
              <w:t xml:space="preserve"> 202</w:t>
            </w:r>
            <w:r>
              <w:t>4</w:t>
            </w:r>
            <w:r w:rsidRPr="00AC6E13">
              <w:t xml:space="preserve"> à minuit</w:t>
            </w:r>
          </w:p>
          <w:p w14:paraId="0655F5F9" w14:textId="77777777" w:rsidR="00A932A1" w:rsidRPr="00AC6E13" w:rsidRDefault="00A932A1" w:rsidP="00152DFB">
            <w:pPr>
              <w:ind w:firstLine="546"/>
              <w:jc w:val="both"/>
            </w:pPr>
            <w:r w:rsidRPr="00AC6E13">
              <w:rPr>
                <w:b/>
                <w:u w:val="single"/>
              </w:rPr>
              <w:t>Confirmation d’inscription :</w:t>
            </w:r>
            <w:r w:rsidRPr="00AC6E13">
              <w:rPr>
                <w:bCs/>
              </w:rPr>
              <w:t xml:space="preserve"> </w:t>
            </w:r>
            <w:r w:rsidRPr="00AC6E13">
              <w:t>Délivrée par retour de courriel dans les sept jours ouvrés</w:t>
            </w:r>
          </w:p>
          <w:p w14:paraId="2ACA0935" w14:textId="77777777" w:rsidR="00A932A1" w:rsidRPr="00AC6E13" w:rsidRDefault="00A932A1" w:rsidP="00152DFB">
            <w:pPr>
              <w:ind w:firstLine="546"/>
              <w:jc w:val="both"/>
            </w:pPr>
            <w:r w:rsidRPr="00AC6E13">
              <w:rPr>
                <w:b/>
                <w:u w:val="single"/>
              </w:rPr>
              <w:t>Date de l’épreuve et de rendu des projets :</w:t>
            </w:r>
            <w:r w:rsidRPr="00AC6E13">
              <w:rPr>
                <w:bCs/>
              </w:rPr>
              <w:t xml:space="preserve"> </w:t>
            </w:r>
            <w:r>
              <w:rPr>
                <w:bCs/>
              </w:rPr>
              <w:t>du 15 mai au 31 mai 2024</w:t>
            </w:r>
          </w:p>
          <w:p w14:paraId="23CFEF20" w14:textId="77777777" w:rsidR="00A932A1" w:rsidRPr="00AC6E13" w:rsidRDefault="00A932A1" w:rsidP="00152DFB">
            <w:pPr>
              <w:ind w:firstLine="546"/>
              <w:jc w:val="both"/>
            </w:pPr>
            <w:r w:rsidRPr="00AC6E13">
              <w:rPr>
                <w:b/>
                <w:u w:val="single"/>
              </w:rPr>
              <w:t xml:space="preserve">Réception des </w:t>
            </w:r>
            <w:r>
              <w:rPr>
                <w:b/>
                <w:u w:val="single"/>
              </w:rPr>
              <w:t>épreuves</w:t>
            </w:r>
            <w:r w:rsidRPr="00AC6E13">
              <w:rPr>
                <w:b/>
                <w:u w:val="single"/>
              </w:rPr>
              <w:t xml:space="preserve"> dématérialisées :</w:t>
            </w:r>
            <w:r w:rsidRPr="00AC6E13">
              <w:rPr>
                <w:bCs/>
              </w:rPr>
              <w:t xml:space="preserve"> </w:t>
            </w:r>
            <w:r>
              <w:rPr>
                <w:bCs/>
              </w:rPr>
              <w:t>entre le 1er et le 7 juin 2024</w:t>
            </w:r>
          </w:p>
          <w:p w14:paraId="7B15734A" w14:textId="77777777" w:rsidR="00A932A1" w:rsidRPr="00AC6E13" w:rsidRDefault="00A932A1" w:rsidP="00152DFB">
            <w:pPr>
              <w:ind w:firstLine="546"/>
              <w:jc w:val="both"/>
            </w:pPr>
            <w:r w:rsidRPr="00AC6E13">
              <w:rPr>
                <w:b/>
                <w:u w:val="single"/>
              </w:rPr>
              <w:t>Correction</w:t>
            </w:r>
            <w:r>
              <w:rPr>
                <w:b/>
                <w:u w:val="single"/>
              </w:rPr>
              <w:t xml:space="preserve"> </w:t>
            </w:r>
            <w:r w:rsidRPr="0064016A">
              <w:rPr>
                <w:bCs/>
              </w:rPr>
              <w:t>: fin</w:t>
            </w:r>
            <w:r>
              <w:rPr>
                <w:b/>
                <w:u w:val="single"/>
              </w:rPr>
              <w:t xml:space="preserve"> </w:t>
            </w:r>
            <w:proofErr w:type="gramStart"/>
            <w:r w:rsidRPr="00AC6E13">
              <w:t>Juin</w:t>
            </w:r>
            <w:proofErr w:type="gramEnd"/>
            <w:r w:rsidRPr="00AC6E13">
              <w:t xml:space="preserve"> 202</w:t>
            </w:r>
            <w:r>
              <w:t>4</w:t>
            </w:r>
          </w:p>
          <w:p w14:paraId="00F4E7D4" w14:textId="77777777" w:rsidR="00A932A1" w:rsidRPr="00AC6E13" w:rsidRDefault="00A932A1" w:rsidP="00152DFB">
            <w:pPr>
              <w:ind w:firstLine="546"/>
              <w:jc w:val="both"/>
              <w:rPr>
                <w:b/>
                <w:u w:val="single"/>
              </w:rPr>
            </w:pPr>
            <w:r w:rsidRPr="00AC6E13">
              <w:rPr>
                <w:b/>
                <w:u w:val="single"/>
              </w:rPr>
              <w:t>Réunion du jury et publication des résultats :</w:t>
            </w:r>
            <w:r w:rsidRPr="00AC6E13">
              <w:rPr>
                <w:bCs/>
              </w:rPr>
              <w:t xml:space="preserve"> Juillet 202</w:t>
            </w:r>
            <w:r>
              <w:rPr>
                <w:bCs/>
              </w:rPr>
              <w:t>4</w:t>
            </w:r>
          </w:p>
          <w:p w14:paraId="4E6E72ED" w14:textId="77777777" w:rsidR="00A932A1" w:rsidRPr="00AC6E13" w:rsidRDefault="00A932A1" w:rsidP="00152DFB">
            <w:pPr>
              <w:ind w:firstLine="546"/>
              <w:jc w:val="both"/>
              <w:rPr>
                <w:b/>
                <w:u w:val="single"/>
              </w:rPr>
            </w:pPr>
            <w:r w:rsidRPr="00AC6E13">
              <w:rPr>
                <w:b/>
                <w:u w:val="single"/>
              </w:rPr>
              <w:t>Remise des prix :</w:t>
            </w:r>
            <w:r w:rsidRPr="00AC6E13">
              <w:rPr>
                <w:bCs/>
              </w:rPr>
              <w:t xml:space="preserve"> Septembre 202</w:t>
            </w:r>
            <w:r>
              <w:rPr>
                <w:bCs/>
              </w:rPr>
              <w:t>4</w:t>
            </w:r>
          </w:p>
          <w:p w14:paraId="7E3BCFCD" w14:textId="77777777" w:rsidR="00A932A1" w:rsidRPr="00AC6E13" w:rsidRDefault="00A932A1" w:rsidP="00152DFB">
            <w:pPr>
              <w:ind w:firstLine="546"/>
              <w:jc w:val="both"/>
              <w:rPr>
                <w:b/>
                <w:u w:val="single"/>
              </w:rPr>
            </w:pPr>
          </w:p>
        </w:tc>
      </w:tr>
      <w:tr w:rsidR="00A932A1" w:rsidRPr="00CD1301" w14:paraId="726D5B95" w14:textId="77777777" w:rsidTr="00152DFB">
        <w:trPr>
          <w:trHeight w:val="828"/>
        </w:trPr>
        <w:tc>
          <w:tcPr>
            <w:tcW w:w="100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09F30C" w14:textId="77777777" w:rsidR="00A932A1" w:rsidRPr="00AC6E13" w:rsidRDefault="00A932A1" w:rsidP="00152DFB">
            <w:pPr>
              <w:jc w:val="both"/>
            </w:pPr>
            <w:r w:rsidRPr="00AC6E13">
              <w:rPr>
                <w:b/>
              </w:rPr>
              <w:t>Forme de la production finale envisagée</w:t>
            </w:r>
          </w:p>
          <w:p w14:paraId="4EBDD1D9" w14:textId="77777777" w:rsidR="00A932A1" w:rsidRPr="00AC6E13" w:rsidRDefault="00A932A1" w:rsidP="00152DFB">
            <w:pPr>
              <w:ind w:firstLine="4373"/>
              <w:jc w:val="both"/>
            </w:pPr>
            <w:r w:rsidRPr="00AC6E13">
              <w:rPr>
                <w:rFonts w:ascii="Segoe UI Symbol" w:hAnsi="Segoe UI Symbol" w:cs="Segoe UI Symbol"/>
              </w:rPr>
              <w:t>☐</w:t>
            </w:r>
            <w:r w:rsidRPr="00AC6E13">
              <w:t xml:space="preserve"> Composition</w:t>
            </w:r>
          </w:p>
          <w:p w14:paraId="63285E67" w14:textId="77777777" w:rsidR="00A932A1" w:rsidRDefault="00A932A1" w:rsidP="00152DFB">
            <w:pPr>
              <w:ind w:firstLine="4373"/>
              <w:jc w:val="both"/>
            </w:pPr>
            <w:r w:rsidRPr="00AC6E13">
              <w:rPr>
                <w:rFonts w:ascii="Segoe UI Symbol" w:hAnsi="Segoe UI Symbol" w:cs="Segoe UI Symbol"/>
              </w:rPr>
              <w:t>☐</w:t>
            </w:r>
            <w:r w:rsidRPr="00AC6E13">
              <w:t xml:space="preserve"> Œuvre collective </w:t>
            </w:r>
          </w:p>
          <w:p w14:paraId="1EBA76D4" w14:textId="77777777" w:rsidR="00A932A1" w:rsidRPr="00AC6E13" w:rsidRDefault="00A932A1" w:rsidP="00152DFB">
            <w:pPr>
              <w:ind w:firstLine="4373"/>
              <w:jc w:val="both"/>
            </w:pPr>
            <w:r w:rsidRPr="00AC6E13">
              <w:rPr>
                <w:rFonts w:ascii="Segoe UI Symbol" w:hAnsi="Segoe UI Symbol" w:cs="Segoe UI Symbol"/>
              </w:rPr>
              <w:t>☐</w:t>
            </w:r>
            <w:r w:rsidRPr="00AC6E13">
              <w:t xml:space="preserve"> Œuvre </w:t>
            </w:r>
            <w:r>
              <w:t>individuelle</w:t>
            </w:r>
          </w:p>
        </w:tc>
      </w:tr>
      <w:tr w:rsidR="00A932A1" w:rsidRPr="00CD1301" w14:paraId="688F9C53" w14:textId="77777777" w:rsidTr="00152DFB">
        <w:trPr>
          <w:trHeight w:val="2827"/>
        </w:trPr>
        <w:tc>
          <w:tcPr>
            <w:tcW w:w="10004" w:type="dxa"/>
            <w:gridSpan w:val="2"/>
            <w:shd w:val="clear" w:color="auto" w:fill="auto"/>
          </w:tcPr>
          <w:p w14:paraId="685F68A6" w14:textId="77777777" w:rsidR="00A932A1" w:rsidRPr="00AC6E13" w:rsidRDefault="00A932A1" w:rsidP="00152DFB">
            <w:pPr>
              <w:jc w:val="both"/>
              <w:rPr>
                <w:b/>
              </w:rPr>
            </w:pPr>
            <w:r w:rsidRPr="00AC6E13">
              <w:rPr>
                <w:b/>
              </w:rPr>
              <w:t>Autorisation, signature et cachet du chef d’établissement :</w:t>
            </w:r>
          </w:p>
          <w:p w14:paraId="2F3E9C85" w14:textId="77777777" w:rsidR="00A932A1" w:rsidRPr="00AC6E13" w:rsidRDefault="00A932A1" w:rsidP="00152DFB">
            <w:pPr>
              <w:jc w:val="both"/>
              <w:rPr>
                <w:b/>
              </w:rPr>
            </w:pPr>
          </w:p>
          <w:p w14:paraId="10076998" w14:textId="77777777" w:rsidR="00A932A1" w:rsidRPr="00AC6E13" w:rsidRDefault="00A932A1" w:rsidP="00152DFB">
            <w:pPr>
              <w:jc w:val="both"/>
              <w:rPr>
                <w:b/>
              </w:rPr>
            </w:pPr>
          </w:p>
          <w:p w14:paraId="076AA671" w14:textId="77777777" w:rsidR="00A932A1" w:rsidRPr="00AC6E13" w:rsidRDefault="00A932A1" w:rsidP="00152DFB">
            <w:pPr>
              <w:jc w:val="both"/>
              <w:rPr>
                <w:b/>
              </w:rPr>
            </w:pPr>
          </w:p>
          <w:p w14:paraId="217FF5B3" w14:textId="77777777" w:rsidR="00A932A1" w:rsidRPr="00AC6E13" w:rsidRDefault="00A932A1" w:rsidP="00152DFB">
            <w:pPr>
              <w:jc w:val="both"/>
              <w:rPr>
                <w:b/>
              </w:rPr>
            </w:pPr>
          </w:p>
          <w:p w14:paraId="450193CB" w14:textId="77777777" w:rsidR="00A932A1" w:rsidRPr="00AC6E13" w:rsidRDefault="00A932A1" w:rsidP="00152DFB">
            <w:pPr>
              <w:jc w:val="both"/>
            </w:pPr>
          </w:p>
        </w:tc>
      </w:tr>
    </w:tbl>
    <w:p w14:paraId="6DEF47B6" w14:textId="3D4977B6" w:rsidR="000738C7" w:rsidRDefault="000738C7" w:rsidP="0051543C">
      <w:pPr>
        <w:pStyle w:val="Titre"/>
        <w:rPr>
          <w:b w:val="0"/>
        </w:rPr>
      </w:pPr>
    </w:p>
    <w:sectPr w:rsidR="000738C7" w:rsidSect="004A22A3"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3CFB8" w14:textId="77777777" w:rsidR="008E645B" w:rsidRDefault="008E645B" w:rsidP="00CD26CD">
      <w:r>
        <w:separator/>
      </w:r>
    </w:p>
  </w:endnote>
  <w:endnote w:type="continuationSeparator" w:id="0">
    <w:p w14:paraId="6F41F495" w14:textId="77777777" w:rsidR="008E645B" w:rsidRDefault="008E645B" w:rsidP="00CD2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7333764"/>
      <w:docPartObj>
        <w:docPartGallery w:val="Page Numbers (Bottom of Page)"/>
        <w:docPartUnique/>
      </w:docPartObj>
    </w:sdtPr>
    <w:sdtContent>
      <w:p w14:paraId="3AF6D24E" w14:textId="7A9A8E48" w:rsidR="00655473" w:rsidRDefault="00896E05" w:rsidP="00896E05">
        <w:pPr>
          <w:pStyle w:val="Pieddepage"/>
          <w:tabs>
            <w:tab w:val="right" w:pos="9638"/>
          </w:tabs>
        </w:pPr>
        <w:r>
          <w:tab/>
        </w:r>
        <w:r>
          <w:tab/>
        </w:r>
        <w:r>
          <w:tab/>
        </w:r>
        <w:r w:rsidR="00BD4D35">
          <w:fldChar w:fldCharType="begin"/>
        </w:r>
        <w:r>
          <w:instrText>PAGE   \* MERGEFORMAT</w:instrText>
        </w:r>
        <w:r w:rsidR="00BD4D35">
          <w:fldChar w:fldCharType="separate"/>
        </w:r>
        <w:r w:rsidR="003915C7">
          <w:rPr>
            <w:noProof/>
          </w:rPr>
          <w:t>1</w:t>
        </w:r>
        <w:r w:rsidR="00BD4D35">
          <w:rPr>
            <w:noProof/>
          </w:rPr>
          <w:fldChar w:fldCharType="end"/>
        </w:r>
      </w:p>
    </w:sdtContent>
  </w:sdt>
  <w:p w14:paraId="29EEC0EC" w14:textId="77777777" w:rsidR="00655473" w:rsidRDefault="006554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E2886" w14:textId="77777777" w:rsidR="008E645B" w:rsidRDefault="008E645B" w:rsidP="00CD26CD">
      <w:r>
        <w:separator/>
      </w:r>
    </w:p>
  </w:footnote>
  <w:footnote w:type="continuationSeparator" w:id="0">
    <w:p w14:paraId="363E4B0D" w14:textId="77777777" w:rsidR="008E645B" w:rsidRDefault="008E645B" w:rsidP="00CD2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FA03" w14:textId="1AB0BA56" w:rsidR="00655473" w:rsidRPr="008630C1" w:rsidRDefault="00A932A1" w:rsidP="00757BFA">
    <w:pPr>
      <w:pStyle w:val="En-tte"/>
      <w:tabs>
        <w:tab w:val="clear" w:pos="9072"/>
        <w:tab w:val="left" w:pos="8112"/>
      </w:tabs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8E922BA" wp14:editId="77152480">
          <wp:simplePos x="0" y="0"/>
          <wp:positionH relativeFrom="margin">
            <wp:align>right</wp:align>
          </wp:positionH>
          <wp:positionV relativeFrom="paragraph">
            <wp:posOffset>-236852</wp:posOffset>
          </wp:positionV>
          <wp:extent cx="986796" cy="502920"/>
          <wp:effectExtent l="0" t="0" r="3810" b="0"/>
          <wp:wrapSquare wrapText="bothSides"/>
          <wp:docPr id="674664015" name="Image 1" descr="Une image contenant texte, Police, logo, blanc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664015" name="Image 1" descr="Une image contenant texte, Police, logo, blanc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6796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30C1" w:rsidRPr="008630C1">
      <w:rPr>
        <w:noProof/>
        <w:sz w:val="16"/>
        <w:szCs w:val="16"/>
        <w:lang w:eastAsia="fr-FR"/>
      </w:rPr>
      <w:drawing>
        <wp:anchor distT="0" distB="0" distL="114300" distR="114300" simplePos="0" relativeHeight="251658240" behindDoc="1" locked="0" layoutInCell="1" allowOverlap="1" wp14:anchorId="6B15045E" wp14:editId="45F200D4">
          <wp:simplePos x="0" y="0"/>
          <wp:positionH relativeFrom="column">
            <wp:posOffset>3509010</wp:posOffset>
          </wp:positionH>
          <wp:positionV relativeFrom="paragraph">
            <wp:posOffset>-412115</wp:posOffset>
          </wp:positionV>
          <wp:extent cx="1394460" cy="67818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858" b="29507"/>
                  <a:stretch>
                    <a:fillRect/>
                  </a:stretch>
                </pic:blipFill>
                <pic:spPr bwMode="auto">
                  <a:xfrm>
                    <a:off x="0" y="0"/>
                    <a:ext cx="139446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630C1" w:rsidRPr="008630C1">
      <w:rPr>
        <w:sz w:val="16"/>
        <w:szCs w:val="16"/>
      </w:rPr>
      <w:t xml:space="preserve">Concours </w:t>
    </w:r>
    <w:r w:rsidR="00B60820">
      <w:rPr>
        <w:sz w:val="16"/>
        <w:szCs w:val="16"/>
      </w:rPr>
      <w:t>national</w:t>
    </w:r>
    <w:r w:rsidR="008630C1" w:rsidRPr="008630C1">
      <w:rPr>
        <w:sz w:val="16"/>
        <w:szCs w:val="16"/>
      </w:rPr>
      <w:t xml:space="preserve"> sur l’histoire de la colonisation et de la guerre d’Algérie</w:t>
    </w:r>
    <w:r w:rsidR="00757BFA">
      <w:rPr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37BD3" w14:textId="77777777" w:rsidR="0051543C" w:rsidRPr="008630C1" w:rsidRDefault="0051543C" w:rsidP="0051543C">
    <w:pPr>
      <w:pStyle w:val="En-tte"/>
      <w:tabs>
        <w:tab w:val="clear" w:pos="9072"/>
        <w:tab w:val="left" w:pos="8112"/>
      </w:tabs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0F120F85" wp14:editId="42EA07D5">
          <wp:simplePos x="0" y="0"/>
          <wp:positionH relativeFrom="margin">
            <wp:align>right</wp:align>
          </wp:positionH>
          <wp:positionV relativeFrom="paragraph">
            <wp:posOffset>-236852</wp:posOffset>
          </wp:positionV>
          <wp:extent cx="986796" cy="502920"/>
          <wp:effectExtent l="0" t="0" r="3810" b="0"/>
          <wp:wrapSquare wrapText="bothSides"/>
          <wp:docPr id="867350153" name="Image 867350153" descr="Une image contenant texte, Police, logo, blanc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664015" name="Image 1" descr="Une image contenant texte, Police, logo, blanc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6796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630C1">
      <w:rPr>
        <w:noProof/>
        <w:sz w:val="16"/>
        <w:szCs w:val="16"/>
        <w:lang w:eastAsia="fr-FR"/>
      </w:rPr>
      <w:drawing>
        <wp:anchor distT="0" distB="0" distL="114300" distR="114300" simplePos="0" relativeHeight="251661312" behindDoc="1" locked="0" layoutInCell="1" allowOverlap="1" wp14:anchorId="273B4ECC" wp14:editId="294AA879">
          <wp:simplePos x="0" y="0"/>
          <wp:positionH relativeFrom="column">
            <wp:posOffset>3509010</wp:posOffset>
          </wp:positionH>
          <wp:positionV relativeFrom="paragraph">
            <wp:posOffset>-412115</wp:posOffset>
          </wp:positionV>
          <wp:extent cx="1394460" cy="678180"/>
          <wp:effectExtent l="0" t="0" r="0" b="0"/>
          <wp:wrapNone/>
          <wp:docPr id="174537365" name="Image 174537365" descr="Une image contenant texte, logo, Police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537365" name="Image 174537365" descr="Une image contenant texte, logo, Police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858" b="29507"/>
                  <a:stretch>
                    <a:fillRect/>
                  </a:stretch>
                </pic:blipFill>
                <pic:spPr bwMode="auto">
                  <a:xfrm>
                    <a:off x="0" y="0"/>
                    <a:ext cx="139446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630C1">
      <w:rPr>
        <w:sz w:val="16"/>
        <w:szCs w:val="16"/>
      </w:rPr>
      <w:t xml:space="preserve">Concours </w:t>
    </w:r>
    <w:r>
      <w:rPr>
        <w:sz w:val="16"/>
        <w:szCs w:val="16"/>
      </w:rPr>
      <w:t>national</w:t>
    </w:r>
    <w:r w:rsidRPr="008630C1">
      <w:rPr>
        <w:sz w:val="16"/>
        <w:szCs w:val="16"/>
      </w:rPr>
      <w:t xml:space="preserve"> sur l’histoire de la colonisation et de la guerre d’Algérie</w:t>
    </w:r>
    <w:r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8D638FA"/>
    <w:lvl w:ilvl="0" w:tplc="00000001">
      <w:start w:val="1"/>
      <w:numFmt w:val="bullet"/>
      <w:lvlText w:val="•"/>
      <w:lvlJc w:val="left"/>
      <w:pPr>
        <w:ind w:left="643" w:hanging="360"/>
      </w:pPr>
    </w:lvl>
    <w:lvl w:ilvl="1" w:tplc="040C0001">
      <w:start w:val="1"/>
      <w:numFmt w:val="bullet"/>
      <w:lvlText w:val=""/>
      <w:lvlJc w:val="left"/>
      <w:pPr>
        <w:ind w:left="283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040C0001">
      <w:start w:val="1"/>
      <w:numFmt w:val="bullet"/>
      <w:lvlText w:val=""/>
      <w:lvlJc w:val="left"/>
      <w:pPr>
        <w:ind w:left="283" w:hanging="360"/>
      </w:pPr>
      <w:rPr>
        <w:rFonts w:ascii="Symbol" w:hAnsi="Symbol" w:hint="default"/>
      </w:r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7A14D2"/>
    <w:multiLevelType w:val="multilevel"/>
    <w:tmpl w:val="FA8C5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A10FB6"/>
    <w:multiLevelType w:val="hybridMultilevel"/>
    <w:tmpl w:val="62001494"/>
    <w:lvl w:ilvl="0" w:tplc="268885EE">
      <w:numFmt w:val="bullet"/>
      <w:lvlText w:val="-"/>
      <w:lvlJc w:val="left"/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9050D"/>
    <w:multiLevelType w:val="hybridMultilevel"/>
    <w:tmpl w:val="233E80F4"/>
    <w:lvl w:ilvl="0" w:tplc="67488BF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14B0E"/>
    <w:multiLevelType w:val="multilevel"/>
    <w:tmpl w:val="5568C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2434BB"/>
    <w:multiLevelType w:val="multilevel"/>
    <w:tmpl w:val="3500C960"/>
    <w:lvl w:ilvl="0">
      <w:start w:val="1"/>
      <w:numFmt w:val="bullet"/>
      <w:lvlText w:val="▪"/>
      <w:lvlJc w:val="left"/>
      <w:pPr>
        <w:ind w:left="213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8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E5A44A3"/>
    <w:multiLevelType w:val="multilevel"/>
    <w:tmpl w:val="CB727712"/>
    <w:lvl w:ilvl="0">
      <w:numFmt w:val="bullet"/>
      <w:lvlText w:val="-"/>
      <w:lvlJc w:val="left"/>
      <w:pPr>
        <w:ind w:left="0" w:firstLine="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09841AD"/>
    <w:multiLevelType w:val="hybridMultilevel"/>
    <w:tmpl w:val="CF5468C2"/>
    <w:lvl w:ilvl="0" w:tplc="459E4A66">
      <w:start w:val="23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14E8F"/>
    <w:multiLevelType w:val="multilevel"/>
    <w:tmpl w:val="00729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8E7EBE"/>
    <w:multiLevelType w:val="multilevel"/>
    <w:tmpl w:val="4BAE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381698"/>
    <w:multiLevelType w:val="multilevel"/>
    <w:tmpl w:val="FAB4979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D2B18C5"/>
    <w:multiLevelType w:val="hybridMultilevel"/>
    <w:tmpl w:val="31BC88CA"/>
    <w:lvl w:ilvl="0" w:tplc="EC1C77E6">
      <w:start w:val="6"/>
      <w:numFmt w:val="bullet"/>
      <w:lvlText w:val="-"/>
      <w:lvlJc w:val="left"/>
      <w:rPr>
        <w:rFonts w:ascii="Calibri" w:eastAsia="Calibri" w:hAnsi="Calibri" w:cs="Calibri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5006CA"/>
    <w:multiLevelType w:val="multilevel"/>
    <w:tmpl w:val="50DA223A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71C678D"/>
    <w:multiLevelType w:val="multilevel"/>
    <w:tmpl w:val="3BDAA1A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Calibri" w:hAnsi="Verdana" w:cs="Times New Roman" w:hint="default"/>
        <w:color w:val="000000"/>
        <w:sz w:val="19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8B1C4B"/>
    <w:multiLevelType w:val="hybridMultilevel"/>
    <w:tmpl w:val="3E5A5A68"/>
    <w:lvl w:ilvl="0" w:tplc="73842B22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  <w:color w:val="000000"/>
        <w:sz w:val="19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22988"/>
    <w:multiLevelType w:val="hybridMultilevel"/>
    <w:tmpl w:val="2E9C7936"/>
    <w:lvl w:ilvl="0" w:tplc="9ED4A88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50655"/>
    <w:multiLevelType w:val="multilevel"/>
    <w:tmpl w:val="2B547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D071EC"/>
    <w:multiLevelType w:val="multilevel"/>
    <w:tmpl w:val="59B4A446"/>
    <w:lvl w:ilvl="0">
      <w:start w:val="4"/>
      <w:numFmt w:val="bullet"/>
      <w:lvlText w:val="■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4F86748"/>
    <w:multiLevelType w:val="hybridMultilevel"/>
    <w:tmpl w:val="077A4F12"/>
    <w:lvl w:ilvl="0" w:tplc="0AE08D8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297DF9"/>
    <w:multiLevelType w:val="multilevel"/>
    <w:tmpl w:val="0F163A4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Calibri" w:hAnsi="Verdana" w:cs="Times New Roman" w:hint="default"/>
        <w:color w:val="000000"/>
        <w:sz w:val="1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A47F37"/>
    <w:multiLevelType w:val="hybridMultilevel"/>
    <w:tmpl w:val="80FE0064"/>
    <w:lvl w:ilvl="0" w:tplc="2222BF8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F77F5B"/>
    <w:multiLevelType w:val="multilevel"/>
    <w:tmpl w:val="2F5A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B752CD"/>
    <w:multiLevelType w:val="hybridMultilevel"/>
    <w:tmpl w:val="609232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C67A9C"/>
    <w:multiLevelType w:val="hybridMultilevel"/>
    <w:tmpl w:val="66F6884C"/>
    <w:lvl w:ilvl="0" w:tplc="A0E4BC6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7C18CB"/>
    <w:multiLevelType w:val="hybridMultilevel"/>
    <w:tmpl w:val="B742FE3C"/>
    <w:lvl w:ilvl="0" w:tplc="5ED0A4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color w:val="auto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130ECD"/>
    <w:multiLevelType w:val="hybridMultilevel"/>
    <w:tmpl w:val="DB04C230"/>
    <w:lvl w:ilvl="0" w:tplc="BD68F6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CC1E1A"/>
    <w:multiLevelType w:val="hybridMultilevel"/>
    <w:tmpl w:val="40686726"/>
    <w:lvl w:ilvl="0" w:tplc="6B645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E65C15"/>
    <w:multiLevelType w:val="multilevel"/>
    <w:tmpl w:val="C9682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AF15504"/>
    <w:multiLevelType w:val="multilevel"/>
    <w:tmpl w:val="9D1A94A0"/>
    <w:lvl w:ilvl="0">
      <w:numFmt w:val="bullet"/>
      <w:lvlText w:val="-"/>
      <w:lvlJc w:val="left"/>
      <w:pPr>
        <w:ind w:left="1353" w:hanging="359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9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1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5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7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13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BF37F71"/>
    <w:multiLevelType w:val="multilevel"/>
    <w:tmpl w:val="E394265E"/>
    <w:lvl w:ilvl="0">
      <w:start w:val="1"/>
      <w:numFmt w:val="bullet"/>
      <w:lvlText w:val="▪"/>
      <w:lvlJc w:val="left"/>
      <w:pPr>
        <w:ind w:left="213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8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F646DD8"/>
    <w:multiLevelType w:val="hybridMultilevel"/>
    <w:tmpl w:val="9E640CC2"/>
    <w:lvl w:ilvl="0" w:tplc="EAA2CC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858854">
    <w:abstractNumId w:val="11"/>
  </w:num>
  <w:num w:numId="2" w16cid:durableId="502353576">
    <w:abstractNumId w:val="2"/>
  </w:num>
  <w:num w:numId="3" w16cid:durableId="626473452">
    <w:abstractNumId w:val="20"/>
  </w:num>
  <w:num w:numId="4" w16cid:durableId="2050185376">
    <w:abstractNumId w:val="3"/>
  </w:num>
  <w:num w:numId="5" w16cid:durableId="4477956">
    <w:abstractNumId w:val="12"/>
  </w:num>
  <w:num w:numId="6" w16cid:durableId="28192310">
    <w:abstractNumId w:val="17"/>
  </w:num>
  <w:num w:numId="7" w16cid:durableId="1814062868">
    <w:abstractNumId w:val="10"/>
  </w:num>
  <w:num w:numId="8" w16cid:durableId="678701286">
    <w:abstractNumId w:val="6"/>
  </w:num>
  <w:num w:numId="9" w16cid:durableId="1070663601">
    <w:abstractNumId w:val="8"/>
  </w:num>
  <w:num w:numId="10" w16cid:durableId="1088960090">
    <w:abstractNumId w:val="21"/>
  </w:num>
  <w:num w:numId="11" w16cid:durableId="1985698297">
    <w:abstractNumId w:val="9"/>
  </w:num>
  <w:num w:numId="12" w16cid:durableId="247737285">
    <w:abstractNumId w:val="16"/>
  </w:num>
  <w:num w:numId="13" w16cid:durableId="1686394287">
    <w:abstractNumId w:val="27"/>
  </w:num>
  <w:num w:numId="14" w16cid:durableId="208686249">
    <w:abstractNumId w:val="13"/>
  </w:num>
  <w:num w:numId="15" w16cid:durableId="845098992">
    <w:abstractNumId w:val="19"/>
  </w:num>
  <w:num w:numId="16" w16cid:durableId="591939337">
    <w:abstractNumId w:val="1"/>
  </w:num>
  <w:num w:numId="17" w16cid:durableId="962617420">
    <w:abstractNumId w:val="4"/>
  </w:num>
  <w:num w:numId="18" w16cid:durableId="130562251">
    <w:abstractNumId w:val="14"/>
  </w:num>
  <w:num w:numId="19" w16cid:durableId="1096363392">
    <w:abstractNumId w:val="28"/>
  </w:num>
  <w:num w:numId="20" w16cid:durableId="163053976">
    <w:abstractNumId w:val="5"/>
  </w:num>
  <w:num w:numId="21" w16cid:durableId="172302077">
    <w:abstractNumId w:val="29"/>
  </w:num>
  <w:num w:numId="22" w16cid:durableId="1134643704">
    <w:abstractNumId w:val="25"/>
  </w:num>
  <w:num w:numId="23" w16cid:durableId="267202484">
    <w:abstractNumId w:val="0"/>
  </w:num>
  <w:num w:numId="24" w16cid:durableId="1063792486">
    <w:abstractNumId w:val="22"/>
  </w:num>
  <w:num w:numId="25" w16cid:durableId="899751796">
    <w:abstractNumId w:val="7"/>
  </w:num>
  <w:num w:numId="26" w16cid:durableId="697240552">
    <w:abstractNumId w:val="23"/>
  </w:num>
  <w:num w:numId="27" w16cid:durableId="244874980">
    <w:abstractNumId w:val="15"/>
  </w:num>
  <w:num w:numId="28" w16cid:durableId="722758756">
    <w:abstractNumId w:val="18"/>
  </w:num>
  <w:num w:numId="29" w16cid:durableId="1395353014">
    <w:abstractNumId w:val="26"/>
  </w:num>
  <w:num w:numId="30" w16cid:durableId="556627650">
    <w:abstractNumId w:val="30"/>
  </w:num>
  <w:num w:numId="31" w16cid:durableId="54167310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38B"/>
    <w:rsid w:val="000028DE"/>
    <w:rsid w:val="00002B60"/>
    <w:rsid w:val="00011549"/>
    <w:rsid w:val="00026FD3"/>
    <w:rsid w:val="000324E9"/>
    <w:rsid w:val="00054542"/>
    <w:rsid w:val="00065662"/>
    <w:rsid w:val="000738C7"/>
    <w:rsid w:val="00081A3A"/>
    <w:rsid w:val="000866D4"/>
    <w:rsid w:val="00086E15"/>
    <w:rsid w:val="00091E03"/>
    <w:rsid w:val="000B6CB6"/>
    <w:rsid w:val="000D3B54"/>
    <w:rsid w:val="000D6502"/>
    <w:rsid w:val="000D6943"/>
    <w:rsid w:val="000E3AD7"/>
    <w:rsid w:val="000E4BBD"/>
    <w:rsid w:val="0011568E"/>
    <w:rsid w:val="00141E5F"/>
    <w:rsid w:val="001507AB"/>
    <w:rsid w:val="001616D7"/>
    <w:rsid w:val="0017525C"/>
    <w:rsid w:val="001B432D"/>
    <w:rsid w:val="001E73B1"/>
    <w:rsid w:val="001F190A"/>
    <w:rsid w:val="00202076"/>
    <w:rsid w:val="00216409"/>
    <w:rsid w:val="002252AF"/>
    <w:rsid w:val="002271C8"/>
    <w:rsid w:val="002418F9"/>
    <w:rsid w:val="00252915"/>
    <w:rsid w:val="00255A6E"/>
    <w:rsid w:val="002640B1"/>
    <w:rsid w:val="002676C0"/>
    <w:rsid w:val="00290FD3"/>
    <w:rsid w:val="002A1515"/>
    <w:rsid w:val="002E54DC"/>
    <w:rsid w:val="003306E2"/>
    <w:rsid w:val="00350318"/>
    <w:rsid w:val="0035230F"/>
    <w:rsid w:val="00361A52"/>
    <w:rsid w:val="003915C7"/>
    <w:rsid w:val="003952E8"/>
    <w:rsid w:val="003A4514"/>
    <w:rsid w:val="003D79AA"/>
    <w:rsid w:val="003E3162"/>
    <w:rsid w:val="003E5B31"/>
    <w:rsid w:val="00415779"/>
    <w:rsid w:val="00427AE6"/>
    <w:rsid w:val="004352F3"/>
    <w:rsid w:val="0044138B"/>
    <w:rsid w:val="0044168F"/>
    <w:rsid w:val="00443521"/>
    <w:rsid w:val="00447C44"/>
    <w:rsid w:val="004534E4"/>
    <w:rsid w:val="00471131"/>
    <w:rsid w:val="00473899"/>
    <w:rsid w:val="00480549"/>
    <w:rsid w:val="00480A6D"/>
    <w:rsid w:val="00492738"/>
    <w:rsid w:val="004A22A3"/>
    <w:rsid w:val="004B0452"/>
    <w:rsid w:val="004C2151"/>
    <w:rsid w:val="004D4CC8"/>
    <w:rsid w:val="004E5F05"/>
    <w:rsid w:val="005076C7"/>
    <w:rsid w:val="0051543C"/>
    <w:rsid w:val="005253F8"/>
    <w:rsid w:val="005276E9"/>
    <w:rsid w:val="0053418F"/>
    <w:rsid w:val="0053729E"/>
    <w:rsid w:val="00553D72"/>
    <w:rsid w:val="00557408"/>
    <w:rsid w:val="00573C1A"/>
    <w:rsid w:val="00581D58"/>
    <w:rsid w:val="00583AC1"/>
    <w:rsid w:val="00584070"/>
    <w:rsid w:val="00594F7B"/>
    <w:rsid w:val="005A4236"/>
    <w:rsid w:val="005C2C63"/>
    <w:rsid w:val="005E0D3B"/>
    <w:rsid w:val="005E2FA7"/>
    <w:rsid w:val="005F2F3C"/>
    <w:rsid w:val="005F5446"/>
    <w:rsid w:val="00625E31"/>
    <w:rsid w:val="0063660D"/>
    <w:rsid w:val="0064252E"/>
    <w:rsid w:val="00655473"/>
    <w:rsid w:val="006558ED"/>
    <w:rsid w:val="00670421"/>
    <w:rsid w:val="006854F5"/>
    <w:rsid w:val="0069528C"/>
    <w:rsid w:val="006B1364"/>
    <w:rsid w:val="006B1905"/>
    <w:rsid w:val="006B6197"/>
    <w:rsid w:val="006D1717"/>
    <w:rsid w:val="006D4B43"/>
    <w:rsid w:val="006E45F4"/>
    <w:rsid w:val="006F14EE"/>
    <w:rsid w:val="00735866"/>
    <w:rsid w:val="00757BFA"/>
    <w:rsid w:val="00797C99"/>
    <w:rsid w:val="007A20ED"/>
    <w:rsid w:val="007B5FB9"/>
    <w:rsid w:val="007C493A"/>
    <w:rsid w:val="007D3F19"/>
    <w:rsid w:val="007D4D16"/>
    <w:rsid w:val="007F669B"/>
    <w:rsid w:val="008328CC"/>
    <w:rsid w:val="0083306B"/>
    <w:rsid w:val="00835939"/>
    <w:rsid w:val="00857878"/>
    <w:rsid w:val="008630C1"/>
    <w:rsid w:val="0087108A"/>
    <w:rsid w:val="00871613"/>
    <w:rsid w:val="0087714B"/>
    <w:rsid w:val="00896E05"/>
    <w:rsid w:val="008B3393"/>
    <w:rsid w:val="008D6660"/>
    <w:rsid w:val="008E416E"/>
    <w:rsid w:val="008E645B"/>
    <w:rsid w:val="00902594"/>
    <w:rsid w:val="009053FF"/>
    <w:rsid w:val="009351B4"/>
    <w:rsid w:val="00953063"/>
    <w:rsid w:val="00957380"/>
    <w:rsid w:val="009A44A8"/>
    <w:rsid w:val="009A5EFC"/>
    <w:rsid w:val="00A01DCC"/>
    <w:rsid w:val="00A04BCB"/>
    <w:rsid w:val="00A05B3D"/>
    <w:rsid w:val="00A11571"/>
    <w:rsid w:val="00A262EB"/>
    <w:rsid w:val="00A41C9C"/>
    <w:rsid w:val="00A42FFE"/>
    <w:rsid w:val="00A4444F"/>
    <w:rsid w:val="00A531EE"/>
    <w:rsid w:val="00A54F95"/>
    <w:rsid w:val="00A72CF1"/>
    <w:rsid w:val="00A87CC1"/>
    <w:rsid w:val="00A932A1"/>
    <w:rsid w:val="00AA28CD"/>
    <w:rsid w:val="00AD0E05"/>
    <w:rsid w:val="00AD3F63"/>
    <w:rsid w:val="00AE7212"/>
    <w:rsid w:val="00AE7A82"/>
    <w:rsid w:val="00B0638F"/>
    <w:rsid w:val="00B232BB"/>
    <w:rsid w:val="00B35F92"/>
    <w:rsid w:val="00B40B20"/>
    <w:rsid w:val="00B52F12"/>
    <w:rsid w:val="00B53E7F"/>
    <w:rsid w:val="00B60820"/>
    <w:rsid w:val="00BB248A"/>
    <w:rsid w:val="00BB4CA6"/>
    <w:rsid w:val="00BC7A77"/>
    <w:rsid w:val="00BD4D35"/>
    <w:rsid w:val="00BD7FF6"/>
    <w:rsid w:val="00C05319"/>
    <w:rsid w:val="00C065A6"/>
    <w:rsid w:val="00C25B81"/>
    <w:rsid w:val="00C3384A"/>
    <w:rsid w:val="00C36E8E"/>
    <w:rsid w:val="00C406EE"/>
    <w:rsid w:val="00C50D8B"/>
    <w:rsid w:val="00C609BD"/>
    <w:rsid w:val="00C6702E"/>
    <w:rsid w:val="00C867EC"/>
    <w:rsid w:val="00C979D7"/>
    <w:rsid w:val="00CB1877"/>
    <w:rsid w:val="00CB77E1"/>
    <w:rsid w:val="00CC3E38"/>
    <w:rsid w:val="00CD0BE5"/>
    <w:rsid w:val="00CD1301"/>
    <w:rsid w:val="00CD26CD"/>
    <w:rsid w:val="00CE6255"/>
    <w:rsid w:val="00D07170"/>
    <w:rsid w:val="00D07F35"/>
    <w:rsid w:val="00D21B74"/>
    <w:rsid w:val="00D326E5"/>
    <w:rsid w:val="00D45BF1"/>
    <w:rsid w:val="00D515AD"/>
    <w:rsid w:val="00D642BD"/>
    <w:rsid w:val="00D65C21"/>
    <w:rsid w:val="00D77F37"/>
    <w:rsid w:val="00D850B7"/>
    <w:rsid w:val="00D869CF"/>
    <w:rsid w:val="00DB1C40"/>
    <w:rsid w:val="00DC2980"/>
    <w:rsid w:val="00DC3FE2"/>
    <w:rsid w:val="00DC5D7C"/>
    <w:rsid w:val="00DD2CD8"/>
    <w:rsid w:val="00DD40CC"/>
    <w:rsid w:val="00DE300D"/>
    <w:rsid w:val="00E046D7"/>
    <w:rsid w:val="00E22619"/>
    <w:rsid w:val="00E23107"/>
    <w:rsid w:val="00E30D3C"/>
    <w:rsid w:val="00E3279F"/>
    <w:rsid w:val="00E3370C"/>
    <w:rsid w:val="00E73D65"/>
    <w:rsid w:val="00E73F22"/>
    <w:rsid w:val="00E923BB"/>
    <w:rsid w:val="00EC60A0"/>
    <w:rsid w:val="00F2570C"/>
    <w:rsid w:val="00F27147"/>
    <w:rsid w:val="00F55578"/>
    <w:rsid w:val="00F71AAC"/>
    <w:rsid w:val="00F9553D"/>
    <w:rsid w:val="00FA3843"/>
    <w:rsid w:val="00FA489D"/>
    <w:rsid w:val="00FB66FE"/>
    <w:rsid w:val="00FD6C43"/>
    <w:rsid w:val="00FE072A"/>
    <w:rsid w:val="00FE5359"/>
    <w:rsid w:val="00FF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F1B17"/>
  <w15:docId w15:val="{50C091AA-A5EF-415A-9398-019A2D0E2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571"/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F27147"/>
    <w:pPr>
      <w:spacing w:before="240" w:after="120"/>
      <w:outlineLvl w:val="0"/>
    </w:pPr>
    <w:rPr>
      <w:b/>
      <w:color w:val="C00000"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F27147"/>
    <w:pPr>
      <w:outlineLvl w:val="1"/>
    </w:pPr>
    <w:rPr>
      <w:color w:val="00B050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F27147"/>
    <w:pPr>
      <w:ind w:left="1134"/>
      <w:outlineLvl w:val="2"/>
    </w:pPr>
    <w:rPr>
      <w:color w:val="0070C0"/>
    </w:rPr>
  </w:style>
  <w:style w:type="paragraph" w:styleId="Titre4">
    <w:name w:val="heading 4"/>
    <w:basedOn w:val="Titre2"/>
    <w:next w:val="Normal"/>
    <w:link w:val="Titre4Car"/>
    <w:uiPriority w:val="9"/>
    <w:unhideWhenUsed/>
    <w:qFormat/>
    <w:rsid w:val="00F27147"/>
    <w:pPr>
      <w:outlineLvl w:val="3"/>
    </w:pPr>
    <w:rPr>
      <w:i/>
      <w:color w:val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2714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27147"/>
    <w:rPr>
      <w:rFonts w:ascii="Book Antiqua" w:eastAsia="Calibri" w:hAnsi="Book Antiqua"/>
    </w:rPr>
  </w:style>
  <w:style w:type="paragraph" w:styleId="Paragraphedeliste">
    <w:name w:val="List Paragraph"/>
    <w:basedOn w:val="Normal"/>
    <w:uiPriority w:val="34"/>
    <w:qFormat/>
    <w:rsid w:val="00F2714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2714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F27147"/>
    <w:rPr>
      <w:rFonts w:ascii="Book Antiqua" w:eastAsia="Calibri" w:hAnsi="Book Antiqua"/>
    </w:rPr>
  </w:style>
  <w:style w:type="paragraph" w:styleId="Titre">
    <w:name w:val="Title"/>
    <w:basedOn w:val="Normal"/>
    <w:next w:val="Normal"/>
    <w:link w:val="TitreCar"/>
    <w:uiPriority w:val="10"/>
    <w:qFormat/>
    <w:rsid w:val="00F27147"/>
    <w:pPr>
      <w:pBdr>
        <w:bottom w:val="single" w:sz="8" w:space="4" w:color="4472C4"/>
      </w:pBdr>
      <w:spacing w:after="300"/>
      <w:contextualSpacing/>
    </w:pPr>
    <w:rPr>
      <w:rFonts w:eastAsia="Times New Roman"/>
      <w:b/>
      <w:color w:val="323E4F"/>
      <w:spacing w:val="5"/>
      <w:kern w:val="28"/>
      <w:sz w:val="32"/>
      <w:szCs w:val="52"/>
    </w:rPr>
  </w:style>
  <w:style w:type="character" w:customStyle="1" w:styleId="TitreCar">
    <w:name w:val="Titre Car"/>
    <w:link w:val="Titre"/>
    <w:uiPriority w:val="10"/>
    <w:rsid w:val="00F27147"/>
    <w:rPr>
      <w:rFonts w:ascii="Book Antiqua" w:eastAsia="Times New Roman" w:hAnsi="Book Antiqua" w:cs="Times New Roman"/>
      <w:b/>
      <w:color w:val="323E4F"/>
      <w:spacing w:val="5"/>
      <w:kern w:val="28"/>
      <w:sz w:val="32"/>
      <w:szCs w:val="52"/>
    </w:rPr>
  </w:style>
  <w:style w:type="character" w:customStyle="1" w:styleId="Titre1Car">
    <w:name w:val="Titre 1 Car"/>
    <w:link w:val="Titre1"/>
    <w:uiPriority w:val="9"/>
    <w:rsid w:val="00F27147"/>
    <w:rPr>
      <w:rFonts w:ascii="Book Antiqua" w:eastAsia="Calibri" w:hAnsi="Book Antiqua" w:cs="Times New Roman"/>
      <w:b/>
      <w:color w:val="C00000"/>
      <w:u w:val="single"/>
    </w:rPr>
  </w:style>
  <w:style w:type="character" w:customStyle="1" w:styleId="Titre2Car">
    <w:name w:val="Titre 2 Car"/>
    <w:link w:val="Titre2"/>
    <w:uiPriority w:val="9"/>
    <w:rsid w:val="00F27147"/>
    <w:rPr>
      <w:rFonts w:ascii="Book Antiqua" w:eastAsia="Calibri" w:hAnsi="Book Antiqua" w:cs="Times New Roman"/>
      <w:b/>
      <w:color w:val="00B050"/>
      <w:u w:val="single"/>
    </w:rPr>
  </w:style>
  <w:style w:type="character" w:customStyle="1" w:styleId="Titre3Car">
    <w:name w:val="Titre 3 Car"/>
    <w:link w:val="Titre3"/>
    <w:uiPriority w:val="9"/>
    <w:rsid w:val="00F27147"/>
    <w:rPr>
      <w:rFonts w:ascii="Book Antiqua" w:eastAsia="Calibri" w:hAnsi="Book Antiqua" w:cs="Times New Roman"/>
      <w:b/>
      <w:color w:val="0070C0"/>
      <w:u w:val="single"/>
    </w:rPr>
  </w:style>
  <w:style w:type="character" w:customStyle="1" w:styleId="Titre4Car">
    <w:name w:val="Titre 4 Car"/>
    <w:link w:val="Titre4"/>
    <w:uiPriority w:val="9"/>
    <w:rsid w:val="00F27147"/>
    <w:rPr>
      <w:rFonts w:ascii="Book Antiqua" w:eastAsia="Calibri" w:hAnsi="Book Antiqua"/>
      <w:b/>
      <w:i/>
      <w:u w:val="single"/>
    </w:rPr>
  </w:style>
  <w:style w:type="character" w:customStyle="1" w:styleId="fontstyle01">
    <w:name w:val="fontstyle01"/>
    <w:rsid w:val="001B432D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1B432D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rsid w:val="001B432D"/>
    <w:rPr>
      <w:rFonts w:ascii="Calibri" w:hAnsi="Calibri" w:cs="Calibri" w:hint="default"/>
      <w:b/>
      <w:bCs/>
      <w:i w:val="0"/>
      <w:iCs w:val="0"/>
      <w:color w:val="0062AC"/>
      <w:sz w:val="24"/>
      <w:szCs w:val="24"/>
    </w:rPr>
  </w:style>
  <w:style w:type="character" w:customStyle="1" w:styleId="fontstyle31">
    <w:name w:val="fontstyle31"/>
    <w:rsid w:val="001B432D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styleId="Lienhypertexte">
    <w:name w:val="Hyperlink"/>
    <w:uiPriority w:val="99"/>
    <w:unhideWhenUsed/>
    <w:rsid w:val="00C979D7"/>
    <w:rPr>
      <w:color w:val="0563C1"/>
      <w:u w:val="single"/>
    </w:rPr>
  </w:style>
  <w:style w:type="paragraph" w:styleId="Sansinterligne">
    <w:name w:val="No Spacing"/>
    <w:link w:val="SansinterligneCar"/>
    <w:uiPriority w:val="1"/>
    <w:qFormat/>
    <w:rsid w:val="004A22A3"/>
    <w:rPr>
      <w:rFonts w:eastAsia="Times New Roman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4A22A3"/>
    <w:rPr>
      <w:rFonts w:eastAsia="Times New Roman"/>
      <w:sz w:val="22"/>
      <w:szCs w:val="22"/>
    </w:rPr>
  </w:style>
  <w:style w:type="character" w:customStyle="1" w:styleId="Mentionnonrsolue1">
    <w:name w:val="Mention non résolue1"/>
    <w:uiPriority w:val="99"/>
    <w:semiHidden/>
    <w:unhideWhenUsed/>
    <w:rsid w:val="005C2C63"/>
    <w:rPr>
      <w:color w:val="605E5C"/>
      <w:shd w:val="clear" w:color="auto" w:fill="E1DFDD"/>
    </w:rPr>
  </w:style>
  <w:style w:type="paragraph" w:customStyle="1" w:styleId="Standard">
    <w:name w:val="Standard"/>
    <w:rsid w:val="005C2C63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6B619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Accentuation">
    <w:name w:val="Emphasis"/>
    <w:uiPriority w:val="20"/>
    <w:qFormat/>
    <w:rsid w:val="00CD0BE5"/>
    <w:rPr>
      <w:i/>
      <w:iCs/>
    </w:rPr>
  </w:style>
  <w:style w:type="character" w:styleId="Lienhypertextesuivivisit">
    <w:name w:val="FollowedHyperlink"/>
    <w:basedOn w:val="Policepardfaut"/>
    <w:uiPriority w:val="99"/>
    <w:semiHidden/>
    <w:unhideWhenUsed/>
    <w:rsid w:val="00C05319"/>
    <w:rPr>
      <w:color w:val="954F72" w:themeColor="followedHyperlink"/>
      <w:u w:val="single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87108A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5547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5473"/>
    <w:rPr>
      <w:rFonts w:ascii="Tahoma" w:hAnsi="Tahoma" w:cs="Tahoma"/>
      <w:sz w:val="16"/>
      <w:szCs w:val="16"/>
      <w:lang w:eastAsia="en-US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0B6CB6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DD2CD8"/>
    <w:rPr>
      <w:color w:val="605E5C"/>
      <w:shd w:val="clear" w:color="auto" w:fill="E1DFDD"/>
    </w:rPr>
  </w:style>
  <w:style w:type="paragraph" w:customStyle="1" w:styleId="bibliographie">
    <w:name w:val="bibliographie"/>
    <w:basedOn w:val="Normal"/>
    <w:rsid w:val="00C609BD"/>
    <w:pPr>
      <w:ind w:left="709" w:hanging="709"/>
      <w:jc w:val="both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7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coursscolairehga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doz\Documents\Mod&#232;les%20Office%20personnalis&#233;s\Mod&#232;le%20JMFA%20APHG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2023-01-19T00:00:00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JMFA APHG.dot</Template>
  <TotalTime>4</TotalTime>
  <Pages>2</Pages>
  <Words>297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 du concours scolaire sur l’histoire de la guerre d’algérie</vt:lpstr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 du concours scolaire sur l’histoire de la guerre d’algérie</dc:title>
  <dc:subject/>
  <dc:creator>JMFA et APHG</dc:creator>
  <cp:keywords/>
  <dc:description/>
  <cp:lastModifiedBy>LANOISELEE Eric</cp:lastModifiedBy>
  <cp:revision>3</cp:revision>
  <cp:lastPrinted>2023-07-03T15:20:00Z</cp:lastPrinted>
  <dcterms:created xsi:type="dcterms:W3CDTF">2023-11-12T16:32:00Z</dcterms:created>
  <dcterms:modified xsi:type="dcterms:W3CDTF">2023-11-12T16:35:00Z</dcterms:modified>
</cp:coreProperties>
</file>